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48" w:rsidRPr="00B12AF1" w:rsidRDefault="00B32812" w:rsidP="00B12AF1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-331470</wp:posOffset>
            </wp:positionH>
            <wp:positionV relativeFrom="paragraph">
              <wp:posOffset>-2103120</wp:posOffset>
            </wp:positionV>
            <wp:extent cx="3027045" cy="2648585"/>
            <wp:effectExtent l="19050" t="0" r="1905" b="0"/>
            <wp:wrapNone/>
            <wp:docPr id="47" name="Picture 47" descr="C:\Documents and Settings\Owner\Local Settings\Temporary Internet Files\Content.IE5\9VY933K8\MPj041406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Documents and Settings\Owner\Local Settings\Temporary Internet Files\Content.IE5\9VY933K8\MPj0414062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264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02E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261.45pt;margin-top:-181.45pt;width:375.1pt;height:130.45pt;z-index:251668480;mso-height-percent:200;mso-position-horizontal-relative:text;mso-position-vertical-relative:text;mso-height-percent:200;mso-width-relative:margin;mso-height-relative:margin" filled="f" stroked="f">
            <v:textbox style="mso-next-textbox:#_x0000_s1109;mso-fit-shape-to-text:t">
              <w:txbxContent>
                <w:p w:rsidR="003B4CD6" w:rsidRPr="00B754F5" w:rsidRDefault="003B4CD6" w:rsidP="003B4CD6">
                  <w:pPr>
                    <w:jc w:val="center"/>
                    <w:rPr>
                      <w:rFonts w:asciiTheme="majorHAnsi" w:hAnsiTheme="majorHAnsi"/>
                      <w:sz w:val="56"/>
                      <w:szCs w:val="56"/>
                    </w:rPr>
                  </w:pPr>
                  <w:r w:rsidRPr="00B754F5">
                    <w:rPr>
                      <w:rFonts w:asciiTheme="majorHAnsi" w:hAnsiTheme="majorHAnsi"/>
                      <w:sz w:val="56"/>
                      <w:szCs w:val="56"/>
                    </w:rPr>
                    <w:t>In Recognition for EXCELLENT ACHIEVEMENTS in MATH</w:t>
                  </w:r>
                </w:p>
              </w:txbxContent>
            </v:textbox>
          </v:shape>
        </w:pict>
      </w:r>
      <w:r w:rsidR="00BA02E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2" type="#_x0000_t32" style="position:absolute;margin-left:526.15pt;margin-top:-16.05pt;width:128.5pt;height:0;z-index:251671552;mso-position-horizontal-relative:text;mso-position-vertical-relative:text" o:connectortype="straight"/>
        </w:pict>
      </w:r>
      <w:r w:rsidR="00BA02E7">
        <w:rPr>
          <w:noProof/>
        </w:rPr>
        <w:pict>
          <v:shape id="_x0000_s1111" type="#_x0000_t32" style="position:absolute;margin-left:225.1pt;margin-top:-16.05pt;width:232.4pt;height:0;z-index:251670528;mso-position-horizontal-relative:text;mso-position-vertical-relative:text" o:connectortype="straight"/>
        </w:pict>
      </w:r>
      <w:r w:rsidR="00BA02E7">
        <w:rPr>
          <w:noProof/>
        </w:rPr>
        <w:pict>
          <v:shape id="_x0000_s1108" type="#_x0000_t202" style="position:absolute;margin-left:275.7pt;margin-top:-299.65pt;width:366.4pt;height:118.2pt;z-index:251667456;mso-height-percent:200;mso-position-horizontal-relative:text;mso-position-vertical-relative:text;mso-height-percent:200;mso-width-relative:margin;mso-height-relative:margin" filled="f" stroked="f">
            <v:textbox style="mso-next-textbox:#_x0000_s1108;mso-fit-shape-to-text:t">
              <w:txbxContent>
                <w:p w:rsidR="0021745C" w:rsidRPr="0021745C" w:rsidRDefault="0021745C" w:rsidP="0021745C">
                  <w:pPr>
                    <w:rPr>
                      <w:rFonts w:ascii="Impact" w:hAnsi="Impact"/>
                      <w:color w:val="92D050"/>
                      <w:sz w:val="144"/>
                      <w:szCs w:val="144"/>
                    </w:rPr>
                  </w:pPr>
                  <w:r w:rsidRPr="0021745C">
                    <w:rPr>
                      <w:rFonts w:ascii="Impact" w:hAnsi="Impact"/>
                      <w:color w:val="92D050"/>
                      <w:sz w:val="144"/>
                      <w:szCs w:val="144"/>
                    </w:rPr>
                    <w:t>David Smith</w:t>
                  </w:r>
                </w:p>
              </w:txbxContent>
            </v:textbox>
          </v:shape>
        </w:pict>
      </w:r>
      <w:r w:rsidR="00BA02E7">
        <w:rPr>
          <w:noProof/>
        </w:rPr>
        <w:pict>
          <v:shape id="_x0000_s1107" type="#_x0000_t202" style="position:absolute;margin-left:284.35pt;margin-top:-366.1pt;width:330.45pt;height:115.55pt;z-index:251666432;mso-height-percent:200;mso-position-horizontal-relative:text;mso-position-vertical-relative:text;mso-height-percent:200;mso-width-relative:margin;mso-height-relative:margin" filled="f" stroked="f">
            <v:textbox style="mso-next-textbox:#_x0000_s1107;mso-fit-shape-to-text:t">
              <w:txbxContent>
                <w:p w:rsidR="0021745C" w:rsidRPr="0021745C" w:rsidRDefault="0021745C" w:rsidP="0021745C">
                  <w:pPr>
                    <w:jc w:val="center"/>
                    <w:rPr>
                      <w:rFonts w:ascii="Edwardian Script ITC" w:hAnsi="Edwardian Script ITC"/>
                      <w:sz w:val="100"/>
                      <w:szCs w:val="100"/>
                    </w:rPr>
                  </w:pPr>
                  <w:r w:rsidRPr="0021745C">
                    <w:rPr>
                      <w:rFonts w:ascii="Edwardian Script ITC" w:hAnsi="Edwardian Script ITC"/>
                      <w:sz w:val="100"/>
                      <w:szCs w:val="100"/>
                    </w:rPr>
                    <w:t>Presented to:</w:t>
                  </w:r>
                </w:p>
              </w:txbxContent>
            </v:textbox>
          </v:shape>
        </w:pict>
      </w:r>
      <w:r w:rsidR="00BA02E7">
        <w:rPr>
          <w:noProof/>
        </w:rPr>
        <w:pict>
          <v:shape id="_x0000_s1106" type="#_x0000_t202" style="position:absolute;margin-left:225.05pt;margin-top:-431.45pt;width:466.15pt;height:85.3pt;z-index:251665408;mso-height-percent:200;mso-position-horizontal-relative:text;mso-position-vertical-relative:text;mso-height-percent:200;mso-width-relative:margin;mso-height-relative:margin" filled="f" stroked="f">
            <v:textbox style="mso-next-textbox:#_x0000_s1106;mso-fit-shape-to-text:t">
              <w:txbxContent>
                <w:p w:rsidR="00886F07" w:rsidRPr="00886F07" w:rsidRDefault="00886F07" w:rsidP="00886F07">
                  <w:pPr>
                    <w:jc w:val="center"/>
                    <w:rPr>
                      <w:rFonts w:ascii="Impact" w:hAnsi="Impact"/>
                      <w:spacing w:val="102"/>
                      <w:sz w:val="96"/>
                      <w:szCs w:val="96"/>
                    </w:rPr>
                  </w:pPr>
                  <w:r w:rsidRPr="00886F07">
                    <w:rPr>
                      <w:rFonts w:ascii="Impact" w:hAnsi="Impact"/>
                      <w:spacing w:val="102"/>
                      <w:sz w:val="96"/>
                      <w:szCs w:val="96"/>
                    </w:rPr>
                    <w:t>Of Achievement</w:t>
                  </w:r>
                </w:p>
              </w:txbxContent>
            </v:textbox>
          </v:shape>
        </w:pict>
      </w:r>
      <w:r w:rsidR="00BA02E7">
        <w:rPr>
          <w:noProof/>
        </w:rPr>
        <w:pict>
          <v:shape id="_x0000_s1105" type="#_x0000_t202" style="position:absolute;margin-left:210.7pt;margin-top:-525.6pt;width:466.15pt;height:105.25pt;z-index:251664384;mso-position-horizontal-relative:text;mso-position-vertical-relative:text;mso-width-relative:margin;mso-height-relative:margin" filled="f" stroked="f">
            <v:textbox style="mso-next-textbox:#_x0000_s1105">
              <w:txbxContent>
                <w:p w:rsidR="00886F07" w:rsidRPr="00886F07" w:rsidRDefault="00886F07" w:rsidP="00886F07">
                  <w:pPr>
                    <w:jc w:val="center"/>
                    <w:rPr>
                      <w:rFonts w:ascii="Old English Text MT" w:hAnsi="Old English Text MT"/>
                      <w:sz w:val="180"/>
                      <w:szCs w:val="180"/>
                    </w:rPr>
                  </w:pPr>
                  <w:r w:rsidRPr="00886F07">
                    <w:rPr>
                      <w:rFonts w:ascii="Old English Text MT" w:hAnsi="Old English Text MT"/>
                      <w:sz w:val="180"/>
                      <w:szCs w:val="180"/>
                    </w:rPr>
                    <w:t>Certificate</w:t>
                  </w:r>
                </w:p>
              </w:txbxContent>
            </v:textbox>
          </v:shape>
        </w:pict>
      </w:r>
      <w:r w:rsidR="00BA02E7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02" type="#_x0000_t109" style="position:absolute;margin-left:-26pt;margin-top:-41pt;width:238.45pt;height:554pt;z-index:251662336;mso-position-horizontal-relative:text;mso-position-vertical-relative:text" fillcolor="#92d050" stroked="f" strokecolor="#4f81bd [3204]">
            <v:textbox style="mso-next-textbox:#_x0000_s1102">
              <w:txbxContent>
                <w:p w:rsidR="00502750" w:rsidRDefault="00502750" w:rsidP="00502750">
                  <w:r>
                    <w:t xml:space="preserve">                    </w:t>
                  </w:r>
                </w:p>
                <w:p w:rsidR="00502750" w:rsidRDefault="00502750" w:rsidP="00502750">
                  <w:r>
                    <w:t xml:space="preserve">                     </w:t>
                  </w:r>
                </w:p>
                <w:p w:rsidR="00502750" w:rsidRDefault="00502750" w:rsidP="00502750">
                  <w:r>
                    <w:t xml:space="preserve">                        </w:t>
                  </w:r>
                  <w:r w:rsidR="00BA02E7"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62.8pt;height:112.8pt;rotation:90;mso-position-horizontal:center;mso-position-horizontal-relative:margin;mso-position-vertical:center;mso-position-vertical-relative:margin" filled="f" fillcolor="black" strokecolor="white [3212]" strokeweight="2pt">
                        <v:shadow color="#868686"/>
                        <v:textpath style="font-family:&quot;Arial Black&quot;;font-size:80pt;v-rotate-letters:t;v-text-kern:t" trim="t" fitpath="t" string="MATH"/>
                      </v:shape>
                    </w:pict>
                  </w:r>
                </w:p>
                <w:p w:rsidR="00502750" w:rsidRDefault="00502750" w:rsidP="00502750"/>
                <w:p w:rsidR="00502750" w:rsidRDefault="00502750" w:rsidP="00502750"/>
                <w:p w:rsidR="00502750" w:rsidRDefault="00502750" w:rsidP="00502750"/>
                <w:p w:rsidR="00502750" w:rsidRDefault="00502750" w:rsidP="00502750"/>
                <w:p w:rsidR="00502750" w:rsidRDefault="00502750" w:rsidP="00502750"/>
                <w:p w:rsidR="00502750" w:rsidRDefault="00502750" w:rsidP="00502750"/>
              </w:txbxContent>
            </v:textbox>
            <w10:wrap type="square"/>
          </v:shape>
        </w:pict>
      </w:r>
      <w:r w:rsidR="00BA02E7">
        <w:rPr>
          <w:noProof/>
        </w:rPr>
        <w:pict>
          <v:shape id="_x0000_s1099" type="#_x0000_t109" style="position:absolute;margin-left:-26pt;margin-top:-41pt;width:702.8pt;height:554pt;z-index:251661312;mso-position-horizontal-relative:text;mso-position-vertical-relative:text" filled="f" fillcolor="#92d050" strokecolor="#92d050" strokeweight="1.5pt">
            <v:textbox style="mso-next-textbox:#_x0000_s1099">
              <w:txbxContent>
                <w:p w:rsidR="009D6A7F" w:rsidRDefault="009D6A7F" w:rsidP="009D6A7F"/>
                <w:p w:rsidR="009D6A7F" w:rsidRDefault="009D6A7F" w:rsidP="009D6A7F"/>
                <w:p w:rsidR="009D6A7F" w:rsidRDefault="009D6A7F" w:rsidP="009D6A7F"/>
                <w:p w:rsidR="009D6A7F" w:rsidRDefault="009D6A7F" w:rsidP="009D6A7F"/>
                <w:p w:rsidR="009D6A7F" w:rsidRDefault="009D6A7F" w:rsidP="009D6A7F"/>
                <w:p w:rsidR="009D6A7F" w:rsidRDefault="009D6A7F" w:rsidP="009D6A7F"/>
                <w:p w:rsidR="009D6A7F" w:rsidRDefault="009D6A7F" w:rsidP="009D6A7F"/>
                <w:p w:rsidR="009D6A7F" w:rsidRPr="00FD74D3" w:rsidRDefault="009D6A7F" w:rsidP="009D6A7F">
                  <w:pPr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            </w:t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>INST</w:t>
                  </w:r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R</w:t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>UCTOR:</w:t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ab/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ab/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ab/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ab/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ab/>
                  </w:r>
                  <w:r w:rsidRPr="00FD74D3">
                    <w:rPr>
                      <w:b/>
                      <w:color w:val="FFFFFF" w:themeColor="background1"/>
                      <w:sz w:val="32"/>
                      <w:szCs w:val="32"/>
                    </w:rPr>
                    <w:tab/>
                    <w:t>DATE:</w:t>
                  </w:r>
                </w:p>
                <w:p w:rsidR="009D6A7F" w:rsidRDefault="009D6A7F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Signature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Date</w:t>
                  </w:r>
                </w:p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  <w:p w:rsidR="00BD23FA" w:rsidRDefault="00BD23FA" w:rsidP="009D6A7F"/>
              </w:txbxContent>
            </v:textbox>
            <w10:wrap type="square"/>
          </v:shape>
        </w:pict>
      </w:r>
    </w:p>
    <w:sectPr w:rsidR="00442848" w:rsidRPr="00B12AF1" w:rsidSect="00260C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540" w:rsidRDefault="00D32540" w:rsidP="0070065B">
      <w:pPr>
        <w:spacing w:after="0" w:line="240" w:lineRule="auto"/>
      </w:pPr>
      <w:r>
        <w:separator/>
      </w:r>
    </w:p>
  </w:endnote>
  <w:endnote w:type="continuationSeparator" w:id="0">
    <w:p w:rsidR="00D32540" w:rsidRDefault="00D32540" w:rsidP="0070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540" w:rsidRDefault="00D32540" w:rsidP="0070065B">
      <w:pPr>
        <w:spacing w:after="0" w:line="240" w:lineRule="auto"/>
      </w:pPr>
      <w:r>
        <w:separator/>
      </w:r>
    </w:p>
  </w:footnote>
  <w:footnote w:type="continuationSeparator" w:id="0">
    <w:p w:rsidR="00D32540" w:rsidRDefault="00D32540" w:rsidP="00700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540"/>
    <w:rsid w:val="000919F4"/>
    <w:rsid w:val="00165218"/>
    <w:rsid w:val="001967B2"/>
    <w:rsid w:val="001E29B8"/>
    <w:rsid w:val="0021745C"/>
    <w:rsid w:val="00222A4F"/>
    <w:rsid w:val="00250592"/>
    <w:rsid w:val="00260CE0"/>
    <w:rsid w:val="002B36D5"/>
    <w:rsid w:val="002C394E"/>
    <w:rsid w:val="002F7904"/>
    <w:rsid w:val="00302746"/>
    <w:rsid w:val="0030359F"/>
    <w:rsid w:val="00314E5A"/>
    <w:rsid w:val="00317B25"/>
    <w:rsid w:val="00367A43"/>
    <w:rsid w:val="003B4CD6"/>
    <w:rsid w:val="003F370F"/>
    <w:rsid w:val="00442848"/>
    <w:rsid w:val="004871E1"/>
    <w:rsid w:val="004B03AA"/>
    <w:rsid w:val="004D1723"/>
    <w:rsid w:val="00502750"/>
    <w:rsid w:val="005426FC"/>
    <w:rsid w:val="005844FA"/>
    <w:rsid w:val="005E452C"/>
    <w:rsid w:val="005E5FC1"/>
    <w:rsid w:val="006309F9"/>
    <w:rsid w:val="00666353"/>
    <w:rsid w:val="00682EAC"/>
    <w:rsid w:val="006D56C1"/>
    <w:rsid w:val="0070065B"/>
    <w:rsid w:val="00706FDF"/>
    <w:rsid w:val="00715B2A"/>
    <w:rsid w:val="008812E7"/>
    <w:rsid w:val="00886F07"/>
    <w:rsid w:val="00887B8F"/>
    <w:rsid w:val="00936ABC"/>
    <w:rsid w:val="009D6A7F"/>
    <w:rsid w:val="00A059DF"/>
    <w:rsid w:val="00AC6E96"/>
    <w:rsid w:val="00B03603"/>
    <w:rsid w:val="00B12AF1"/>
    <w:rsid w:val="00B3006A"/>
    <w:rsid w:val="00B32812"/>
    <w:rsid w:val="00B37B05"/>
    <w:rsid w:val="00B40957"/>
    <w:rsid w:val="00BA02E7"/>
    <w:rsid w:val="00BB0729"/>
    <w:rsid w:val="00BD23FA"/>
    <w:rsid w:val="00C25FA3"/>
    <w:rsid w:val="00C30BAF"/>
    <w:rsid w:val="00C405DF"/>
    <w:rsid w:val="00CA0CAB"/>
    <w:rsid w:val="00CA3092"/>
    <w:rsid w:val="00CE7636"/>
    <w:rsid w:val="00D034A8"/>
    <w:rsid w:val="00D179EB"/>
    <w:rsid w:val="00D25B60"/>
    <w:rsid w:val="00D3162B"/>
    <w:rsid w:val="00D32540"/>
    <w:rsid w:val="00D3279B"/>
    <w:rsid w:val="00D40D0C"/>
    <w:rsid w:val="00D45AAE"/>
    <w:rsid w:val="00D81DD9"/>
    <w:rsid w:val="00DC4943"/>
    <w:rsid w:val="00DD02D0"/>
    <w:rsid w:val="00DD3FE8"/>
    <w:rsid w:val="00E5088C"/>
    <w:rsid w:val="00E76ECA"/>
    <w:rsid w:val="00EA3344"/>
    <w:rsid w:val="00EB0B86"/>
    <w:rsid w:val="00EC1682"/>
    <w:rsid w:val="00EF705D"/>
    <w:rsid w:val="00F932CD"/>
    <w:rsid w:val="00FD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  <o:colormenu v:ext="edit" shadowcolor="#00b050"/>
    </o:shapedefaults>
    <o:shapelayout v:ext="edit">
      <o:idmap v:ext="edit" data="1"/>
      <o:rules v:ext="edit">
        <o:r id="V:Rule3" type="connector" idref="#_x0000_s1112"/>
        <o:r id="V:Rule4" type="connector" idref="#_x0000_s1111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CE0"/>
    <w:rPr>
      <w:rFonts w:ascii="Tahoma" w:hAnsi="Tahoma" w:cs="Tahoma"/>
      <w:sz w:val="16"/>
      <w:szCs w:val="16"/>
    </w:rPr>
  </w:style>
  <w:style w:type="paragraph" w:styleId="Title">
    <w:name w:val="Title"/>
    <w:link w:val="TitleChar"/>
    <w:uiPriority w:val="10"/>
    <w:qFormat/>
    <w:rsid w:val="002B36D5"/>
    <w:pPr>
      <w:spacing w:after="0" w:line="240" w:lineRule="auto"/>
    </w:pPr>
    <w:rPr>
      <w:rFonts w:ascii="Palace Script MT" w:eastAsia="Times New Roman" w:hAnsi="Palace Script MT" w:cs="Times New Roman"/>
      <w:b/>
      <w:bCs/>
      <w:i/>
      <w:iCs/>
      <w:color w:val="FFFFFF"/>
      <w:kern w:val="28"/>
      <w:sz w:val="84"/>
      <w:szCs w:val="84"/>
    </w:rPr>
  </w:style>
  <w:style w:type="character" w:customStyle="1" w:styleId="TitleChar">
    <w:name w:val="Title Char"/>
    <w:basedOn w:val="DefaultParagraphFont"/>
    <w:link w:val="Title"/>
    <w:uiPriority w:val="10"/>
    <w:rsid w:val="002B36D5"/>
    <w:rPr>
      <w:rFonts w:ascii="Palace Script MT" w:eastAsia="Times New Roman" w:hAnsi="Palace Script MT" w:cs="Times New Roman"/>
      <w:b/>
      <w:bCs/>
      <w:i/>
      <w:iCs/>
      <w:color w:val="FFFFFF"/>
      <w:kern w:val="28"/>
      <w:sz w:val="84"/>
      <w:szCs w:val="84"/>
    </w:rPr>
  </w:style>
  <w:style w:type="paragraph" w:customStyle="1" w:styleId="msoorganizationname">
    <w:name w:val="msoorganizationname"/>
    <w:rsid w:val="005E452C"/>
    <w:pPr>
      <w:spacing w:after="0" w:line="240" w:lineRule="auto"/>
      <w:jc w:val="center"/>
    </w:pPr>
    <w:rPr>
      <w:rFonts w:ascii="Franklin Gothic Medium" w:eastAsia="Times New Roman" w:hAnsi="Franklin Gothic Medium" w:cs="Times New Roman"/>
      <w:b/>
      <w:bCs/>
      <w:color w:val="000000"/>
      <w:spacing w:val="12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700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065B"/>
  </w:style>
  <w:style w:type="paragraph" w:styleId="Footer">
    <w:name w:val="footer"/>
    <w:basedOn w:val="Normal"/>
    <w:link w:val="FooterChar"/>
    <w:uiPriority w:val="99"/>
    <w:semiHidden/>
    <w:unhideWhenUsed/>
    <w:rsid w:val="00700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0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phen.lenceski\My%20Documents\Downloads\TS03000669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7D32EB8-5CF6-47A5-A774-94EEF280E1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TS030006694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2012-05-16T14:49:00Z</dcterms:created>
  <dcterms:modified xsi:type="dcterms:W3CDTF">2012-05-16T14:49:00Z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TC300066949990</vt:lpwstr>
  </property>
</Properties>
</file>